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E2CF3">
      <w:pPr>
        <w:pStyle w:val="Titul2"/>
      </w:pPr>
      <w:r>
        <w:t>Název zakázky: „</w:t>
      </w:r>
      <w:r w:rsidR="008E2CF3">
        <w:t>Odstraňování postradatelných objektů SŽ - demolice (obvod OŘ PHA) Demolice objektu Polerady č.p. 33</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97378">
      <w:pPr>
        <w:pStyle w:val="Textbezodsazen"/>
      </w:pPr>
      <w:r>
        <w:t xml:space="preserve">zastoupena: </w:t>
      </w:r>
      <w:r w:rsidR="00C97378" w:rsidRPr="00C97378">
        <w:t>Ing. Vladimír Filip, ředitel Oblastního ředitelství Praha</w:t>
      </w:r>
    </w:p>
    <w:p w:rsidR="00C97378" w:rsidRPr="00B42F40" w:rsidRDefault="00C97378" w:rsidP="00C97378">
      <w:pPr>
        <w:pStyle w:val="Textbezodsazen"/>
        <w:spacing w:after="0"/>
        <w:rPr>
          <w:rStyle w:val="Zdraznnjemn"/>
          <w:b/>
          <w:iCs w:val="0"/>
          <w:color w:val="auto"/>
        </w:rPr>
      </w:pPr>
      <w:r w:rsidRPr="00B42F40">
        <w:rPr>
          <w:rStyle w:val="Zdraznnjemn"/>
          <w:b/>
          <w:iCs w:val="0"/>
          <w:color w:val="auto"/>
        </w:rPr>
        <w:t xml:space="preserve">Korespondenční adresa: </w:t>
      </w:r>
    </w:p>
    <w:p w:rsidR="00C97378" w:rsidRDefault="00C97378" w:rsidP="00C97378">
      <w:pPr>
        <w:pStyle w:val="Textbezodsazen"/>
        <w:spacing w:after="0"/>
      </w:pPr>
      <w:r>
        <w:t>Správa železnic, státní organizace</w:t>
      </w:r>
    </w:p>
    <w:p w:rsidR="00C97378" w:rsidRDefault="00C97378" w:rsidP="00C97378">
      <w:pPr>
        <w:pStyle w:val="Textbezodsazen"/>
        <w:spacing w:after="0"/>
      </w:pPr>
      <w:r>
        <w:t xml:space="preserve">Oblastní ředitelství Praha </w:t>
      </w:r>
    </w:p>
    <w:p w:rsidR="00DB134A" w:rsidRDefault="00C97378" w:rsidP="00C97378">
      <w:pPr>
        <w:pStyle w:val="Textbezodsazen"/>
        <w:spacing w:after="0"/>
      </w:pPr>
      <w:r>
        <w:t>Partyzánská 24, 170 00 Praha 7</w:t>
      </w:r>
    </w:p>
    <w:p w:rsidR="00DB134A" w:rsidRDefault="00DB134A" w:rsidP="00C97378">
      <w:pPr>
        <w:pStyle w:val="Textbezodsazen"/>
        <w:spacing w:after="0"/>
      </w:pPr>
    </w:p>
    <w:p w:rsidR="00DB134A" w:rsidRPr="00CD7904" w:rsidRDefault="00DB134A" w:rsidP="00DB134A">
      <w:pPr>
        <w:pStyle w:val="Textbezodsazen"/>
        <w:spacing w:after="0"/>
        <w:rPr>
          <w:b/>
        </w:rPr>
      </w:pPr>
      <w:r>
        <w:rPr>
          <w:b/>
        </w:rPr>
        <w:t>Fakturační adresa</w:t>
      </w:r>
      <w:r w:rsidRPr="00CD7904">
        <w:rPr>
          <w:b/>
        </w:rPr>
        <w:t>:</w:t>
      </w:r>
    </w:p>
    <w:p w:rsidR="00DB134A" w:rsidRPr="00CD7904" w:rsidRDefault="00DB134A" w:rsidP="00DB134A">
      <w:pPr>
        <w:pStyle w:val="Textbezodsazen"/>
        <w:spacing w:after="0"/>
      </w:pPr>
      <w:r w:rsidRPr="00CD7904">
        <w:t>Správa železnic, státní organizace</w:t>
      </w:r>
    </w:p>
    <w:p w:rsidR="00DB134A" w:rsidRPr="00CD7904" w:rsidRDefault="00DB134A" w:rsidP="00DB134A">
      <w:pPr>
        <w:pStyle w:val="Textbezodsazen"/>
        <w:spacing w:after="0"/>
      </w:pPr>
      <w:r w:rsidRPr="00CD7904">
        <w:t>Centrální finanční účtárna Čechy</w:t>
      </w:r>
    </w:p>
    <w:p w:rsidR="00DB134A" w:rsidRPr="00CD7904" w:rsidRDefault="00DB134A" w:rsidP="00DB134A">
      <w:pPr>
        <w:pStyle w:val="Textbezodsazen"/>
        <w:spacing w:after="0"/>
      </w:pPr>
      <w:r w:rsidRPr="00CD7904">
        <w:t>Náměstí Jana Pernera 217</w:t>
      </w:r>
    </w:p>
    <w:p w:rsidR="00DB134A" w:rsidRDefault="00DB134A" w:rsidP="00DB134A">
      <w:pPr>
        <w:pStyle w:val="Textbezodsazen"/>
        <w:spacing w:after="0"/>
      </w:pPr>
      <w:r w:rsidRPr="00CD7904">
        <w:t>530 02 Pardubice</w:t>
      </w:r>
    </w:p>
    <w:p w:rsidR="00DB134A" w:rsidRPr="00CD7904" w:rsidRDefault="00DB134A" w:rsidP="00DB134A">
      <w:pPr>
        <w:pStyle w:val="Textbezodsazen"/>
        <w:spacing w:after="0"/>
      </w:pPr>
    </w:p>
    <w:p w:rsidR="00DB134A" w:rsidRPr="00CD7904" w:rsidRDefault="00DB134A" w:rsidP="00DB134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rsidR="00DB134A" w:rsidRDefault="00DB134A" w:rsidP="00C97378">
      <w:pPr>
        <w:pStyle w:val="Textbezodsazen"/>
        <w:spacing w:after="0"/>
      </w:pPr>
      <w:r w:rsidRPr="00CD7904">
        <w:t>Preferovaný způsob doručování je na výše uvedenou emailovou adresu.</w:t>
      </w:r>
    </w:p>
    <w:p w:rsidR="00C97378" w:rsidRDefault="00C97378" w:rsidP="00C97378">
      <w:pPr>
        <w:pStyle w:val="Textbezodsazen"/>
      </w:pPr>
      <w:r>
        <w:t xml:space="preserve"> </w:t>
      </w:r>
    </w:p>
    <w:p w:rsidR="00F422D3" w:rsidRDefault="00F422D3" w:rsidP="00C97378">
      <w:pPr>
        <w:pStyle w:val="Textbezodsazen"/>
      </w:pPr>
      <w:r>
        <w:t>(</w:t>
      </w:r>
      <w:r w:rsidRPr="00B42F40">
        <w:t>dále</w:t>
      </w:r>
      <w:r>
        <w:t xml:space="preserve"> jen „</w:t>
      </w:r>
      <w:r w:rsidRPr="00F422D3">
        <w:rPr>
          <w:b/>
        </w:rPr>
        <w:t>Objednatel</w:t>
      </w:r>
      <w:r>
        <w:t>“)</w:t>
      </w:r>
    </w:p>
    <w:p w:rsidR="00B42F40" w:rsidRDefault="00F422D3" w:rsidP="00C97378">
      <w:pPr>
        <w:pStyle w:val="Textbezodsazen"/>
        <w:spacing w:after="0"/>
      </w:pPr>
      <w:r>
        <w:t xml:space="preserve">číslo smlouvy: </w:t>
      </w:r>
      <w:r w:rsidR="00C97378">
        <w:t>"[</w:t>
      </w:r>
      <w:r w:rsidR="00C97378" w:rsidRPr="005D6585">
        <w:rPr>
          <w:highlight w:val="yellow"/>
        </w:rPr>
        <w:t xml:space="preserve">VLOŽÍ </w:t>
      </w:r>
      <w:r w:rsidR="00C97378" w:rsidRPr="004C31FC">
        <w:rPr>
          <w:highlight w:val="yellow"/>
        </w:rPr>
        <w:t>ZHOTOVITEL</w:t>
      </w:r>
      <w:r w:rsidR="00C97378">
        <w:t>]"</w:t>
      </w:r>
    </w:p>
    <w:p w:rsidR="00C97378" w:rsidRDefault="00C97378" w:rsidP="00C97378">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C97378" w:rsidRPr="00B42F40" w:rsidRDefault="00C97378"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8E2CF3" w:rsidRDefault="00F24489" w:rsidP="008E2CF3">
      <w:pPr>
        <w:pStyle w:val="Text1-1"/>
        <w:rPr>
          <w:b/>
        </w:rPr>
      </w:pPr>
      <w:r w:rsidRPr="00F97DBD">
        <w:t xml:space="preserve">Objednatel oznámil </w:t>
      </w:r>
      <w:r w:rsidRPr="00833882">
        <w:t xml:space="preserve">uveřejněním na profilu zadavatele: </w:t>
      </w:r>
      <w:hyperlink r:id="rId12" w:history="1">
        <w:r w:rsidR="001C4FC5" w:rsidRPr="00324F36">
          <w:rPr>
            <w:rStyle w:val="Hypertextovodkaz"/>
            <w:noProof w:val="0"/>
          </w:rPr>
          <w:t>https://zakazky.spravazeleznic.cz/</w:t>
        </w:r>
      </w:hyperlink>
      <w:r w:rsidR="005A7872" w:rsidRPr="00833882">
        <w:t xml:space="preserve"> </w:t>
      </w:r>
      <w:r w:rsidRPr="00833882">
        <w:t xml:space="preserve">dne </w:t>
      </w:r>
      <w:r w:rsidR="00C97378" w:rsidRPr="00833882">
        <w:t> </w:t>
      </w:r>
      <w:r w:rsidR="001C4FC5">
        <w:t>03. 11</w:t>
      </w:r>
      <w:r w:rsidR="00C97378" w:rsidRPr="00833882">
        <w:t xml:space="preserve">. 2020 </w:t>
      </w:r>
      <w:r w:rsidRPr="00833882">
        <w:t>pod evidenčním</w:t>
      </w:r>
      <w:r w:rsidR="00C97378" w:rsidRPr="00833882">
        <w:t xml:space="preserve"> </w:t>
      </w:r>
      <w:r w:rsidR="00C97378" w:rsidRPr="00C82254">
        <w:t xml:space="preserve">číslem </w:t>
      </w:r>
      <w:r w:rsidR="00C82254" w:rsidRPr="00C82254">
        <w:t>64520202</w:t>
      </w:r>
      <w:r w:rsidR="00C97378" w:rsidRPr="00C82254">
        <w:t xml:space="preserve"> </w:t>
      </w:r>
      <w:r w:rsidRPr="00C82254">
        <w:t xml:space="preserve">svůj úmysl zadat ve výběrovém řízení veřejnou zakázku s názvem </w:t>
      </w:r>
      <w:r w:rsidRPr="00C82254">
        <w:rPr>
          <w:b/>
        </w:rPr>
        <w:t>„</w:t>
      </w:r>
      <w:r w:rsidR="008E2CF3" w:rsidRPr="00C82254">
        <w:rPr>
          <w:b/>
        </w:rPr>
        <w:t xml:space="preserve">Odstraňování postradatelných </w:t>
      </w:r>
      <w:r w:rsidR="008E2CF3" w:rsidRPr="008E2CF3">
        <w:rPr>
          <w:b/>
        </w:rPr>
        <w:t>objektů SŽ - demolice (obvod OŘ PHA)</w:t>
      </w:r>
      <w:r w:rsidR="008E2CF3">
        <w:rPr>
          <w:b/>
        </w:rPr>
        <w:t xml:space="preserve"> </w:t>
      </w:r>
      <w:r w:rsidR="008E2CF3" w:rsidRPr="008E2CF3">
        <w:rPr>
          <w:b/>
        </w:rPr>
        <w:t>Demolice objektu Polerady č.p. 33</w:t>
      </w:r>
      <w:r w:rsidRPr="008E2CF3">
        <w:rPr>
          <w:b/>
        </w:rPr>
        <w:t>“</w:t>
      </w:r>
      <w:r w:rsidRPr="00F97DBD">
        <w:t xml:space="preserve"> (dále jen „</w:t>
      </w:r>
      <w:r w:rsidRPr="008E2C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001C4FC5" w:rsidRPr="00324F36">
          <w:rPr>
            <w:rStyle w:val="Hypertextovodkaz"/>
            <w:noProof w:val="0"/>
          </w:rPr>
          <w:t>http://www.spravazeleznic.cz/dalsi-informace/dokumenty-a-predpisy.html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C97378" w:rsidRDefault="00F24489" w:rsidP="00F24489">
      <w:pPr>
        <w:pStyle w:val="Textbezslovn"/>
      </w:pPr>
      <w:r w:rsidRPr="00C97378">
        <w:t xml:space="preserve">slovy: </w:t>
      </w:r>
      <w:r w:rsidRPr="00C97378">
        <w:tab/>
      </w:r>
      <w:r w:rsidRPr="00C97378">
        <w:tab/>
      </w:r>
      <w:r w:rsidRPr="00C97378">
        <w:tab/>
      </w:r>
      <w:r w:rsidRPr="00C97378">
        <w:rPr>
          <w:highlight w:val="yellow"/>
        </w:rPr>
        <w:fldChar w:fldCharType="begin"/>
      </w:r>
      <w:r w:rsidRPr="00C97378">
        <w:rPr>
          <w:highlight w:val="yellow"/>
        </w:rPr>
        <w:instrText xml:space="preserve"> MACROBUTTON  VložitŠirokouMezeru "[VLOŽÍ ZHOTOVITEL]" </w:instrText>
      </w:r>
      <w:r w:rsidRPr="00C97378">
        <w:rPr>
          <w:highlight w:val="yellow"/>
        </w:rPr>
        <w:fldChar w:fldCharType="end"/>
      </w:r>
      <w:r w:rsidRPr="00C97378">
        <w:t>korun českých</w:t>
      </w:r>
    </w:p>
    <w:p w:rsidR="00F24489" w:rsidRPr="00C97378" w:rsidRDefault="00B84ECC" w:rsidP="00F24489">
      <w:pPr>
        <w:pStyle w:val="Textbezslovn"/>
      </w:pPr>
      <w:r w:rsidRPr="00C97378">
        <w:t xml:space="preserve">Rekapitulace </w:t>
      </w:r>
      <w:r w:rsidR="00F24489" w:rsidRPr="00C97378">
        <w:t xml:space="preserve">Ceny Díla </w:t>
      </w:r>
      <w:r w:rsidR="00C97378">
        <w:t xml:space="preserve">a položkový soupis prací </w:t>
      </w:r>
      <w:r w:rsidR="00F24489" w:rsidRPr="00C97378">
        <w:t>dle stavebních objektů (SO) je uveden</w:t>
      </w:r>
      <w:r w:rsidRPr="00C97378">
        <w:t>a</w:t>
      </w:r>
      <w:r w:rsidR="00F24489" w:rsidRPr="00C97378">
        <w:t xml:space="preserve"> v </w:t>
      </w:r>
      <w:hyperlink w:anchor="ListAnnex04" w:history="1">
        <w:r w:rsidR="00F24489" w:rsidRPr="00C97378">
          <w:rPr>
            <w:rStyle w:val="Hypertextovodkaz"/>
            <w:rFonts w:cs="Calibri"/>
            <w:color w:val="auto"/>
          </w:rPr>
          <w:t>Příloze č. 4</w:t>
        </w:r>
      </w:hyperlink>
      <w:r w:rsidR="00F24489" w:rsidRPr="00C9737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97378" w:rsidRDefault="00F24489" w:rsidP="00F24489">
      <w:pPr>
        <w:pStyle w:val="Text1-1"/>
      </w:pPr>
      <w:r w:rsidRPr="00C973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7378">
        <w:rPr>
          <w:rStyle w:val="OdstavecsmlouvyChar"/>
          <w:rFonts w:eastAsiaTheme="minorHAnsi"/>
        </w:rPr>
        <w:t xml:space="preserve"> </w:t>
      </w:r>
      <w:r w:rsidRPr="00C97378">
        <w:t>režim přenesení daňové povinnosti dle ust. § 92</w:t>
      </w:r>
      <w:r w:rsidR="00E1357D">
        <w:t xml:space="preserve">a, zákona </w:t>
      </w:r>
      <w:r w:rsidRPr="00C97378">
        <w:t>č. 235/2004 Sb., o dani z přidané hodnoty, ve znění pozdějších předpisů (dále jen „zákona o DPH“), osobou povinnou k dani dle ust. § 5 odst. 1 zákona o DPH, neboť přijatá plnění použije pro svou ekonomickou činnost, a je tedy osobou povinnou přizn</w:t>
      </w:r>
      <w:r w:rsidR="00E1357D">
        <w:t xml:space="preserve">at a zaplatit DPH dle </w:t>
      </w:r>
      <w:r w:rsidRPr="00C97378">
        <w:t>ust. § 92a odst. 1 zákona o DPH.</w:t>
      </w:r>
    </w:p>
    <w:p w:rsidR="00F24489" w:rsidRPr="00F97DBD" w:rsidRDefault="00F24489" w:rsidP="00F24489">
      <w:pPr>
        <w:pStyle w:val="Text1-1"/>
      </w:pPr>
      <w:r w:rsidRPr="00F97DBD">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97378">
        <w:t>Smlouvy</w:t>
      </w:r>
      <w:r w:rsidR="00C97378" w:rsidRPr="00C97378">
        <w:t xml:space="preserve">, </w:t>
      </w:r>
      <w:r w:rsidRPr="00C97378">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E1357D">
        <w:rPr>
          <w:b/>
        </w:rPr>
        <w:t xml:space="preserve"> </w:t>
      </w:r>
      <w:r w:rsidRPr="00F24489">
        <w:rPr>
          <w:b/>
        </w:rPr>
        <w:t>2 b) Smlouvy.</w:t>
      </w:r>
    </w:p>
    <w:p w:rsidR="00F24489" w:rsidRPr="00F24489" w:rsidRDefault="00F24489" w:rsidP="00F24489">
      <w:pPr>
        <w:pStyle w:val="Textbezslovn"/>
        <w:rPr>
          <w:b/>
        </w:rPr>
      </w:pPr>
      <w:r w:rsidRPr="00F24489">
        <w:rPr>
          <w:b/>
        </w:rPr>
        <w:t xml:space="preserve">Celková lhůta pro dokončení Díla činí celkem </w:t>
      </w:r>
      <w:r w:rsidR="00933931">
        <w:rPr>
          <w:b/>
        </w:rPr>
        <w:t>21</w:t>
      </w:r>
      <w:r w:rsidR="006874A2">
        <w:rPr>
          <w:b/>
        </w:rPr>
        <w:t xml:space="preserve"> dnů</w:t>
      </w:r>
      <w:r w:rsidR="00DE39C9">
        <w:rPr>
          <w:b/>
        </w:rPr>
        <w:t xml:space="preserve"> </w:t>
      </w:r>
      <w:r w:rsidRPr="00F24489">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F97DBD">
        <w:lastRenderedPageBreak/>
        <w:t xml:space="preserve">Lhůta pro dokončení stavebních prací činí </w:t>
      </w:r>
      <w:r w:rsidRPr="00DE39C9">
        <w:t xml:space="preserve">celkem </w:t>
      </w:r>
      <w:r w:rsidR="00933931">
        <w:rPr>
          <w:b/>
        </w:rPr>
        <w:t>21</w:t>
      </w:r>
      <w:bookmarkStart w:id="0" w:name="_GoBack"/>
      <w:bookmarkEnd w:id="0"/>
      <w:r w:rsidR="006874A2">
        <w:rPr>
          <w:b/>
        </w:rPr>
        <w:t xml:space="preserve"> dnů</w:t>
      </w:r>
      <w:r w:rsidRPr="00DE39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DE39C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w:t>
      </w:r>
      <w:r w:rsidRPr="00DE39C9">
        <w:t>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DE39C9" w:rsidRDefault="00214C3E" w:rsidP="00214C3E">
      <w:pPr>
        <w:pStyle w:val="Nadpis1-1"/>
      </w:pPr>
      <w:r w:rsidRPr="00214C3E">
        <w:t xml:space="preserve">ZÁRUKY, DALŠÍ USTANOVENÍ A ODLIŠNÁ USTANOVENÍ OD </w:t>
      </w:r>
      <w:r w:rsidRPr="00DE39C9">
        <w:t>OBCHODNÍCH PODMÍNEK</w:t>
      </w:r>
    </w:p>
    <w:p w:rsidR="00214C3E" w:rsidRPr="00DE39C9" w:rsidRDefault="00214C3E" w:rsidP="00DE39C9">
      <w:pPr>
        <w:pStyle w:val="Text1-1"/>
      </w:pPr>
      <w:r w:rsidRPr="00DE39C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E39C9" w:rsidRDefault="00214C3E" w:rsidP="00DE39C9">
      <w:pPr>
        <w:pStyle w:val="Text1-1"/>
      </w:pPr>
      <w:r w:rsidRPr="00DE39C9">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39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E39C9">
        <w:t>vlastními prostředky.</w:t>
      </w:r>
    </w:p>
    <w:p w:rsidR="00A90618" w:rsidRPr="00DE39C9" w:rsidRDefault="00A90618" w:rsidP="00A90618">
      <w:pPr>
        <w:pStyle w:val="Text1-1"/>
      </w:pPr>
      <w:r w:rsidRPr="00DE39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lastRenderedPageBreak/>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DE39C9">
      <w:pPr>
        <w:pStyle w:val="Text1-1"/>
        <w:spacing w:after="180"/>
      </w:pPr>
      <w:r>
        <w:t xml:space="preserve">Bod 5.2 Obchodních podmínek se mění takto: </w:t>
      </w:r>
    </w:p>
    <w:p w:rsidR="00214C3E" w:rsidRPr="005A7872" w:rsidRDefault="00214C3E" w:rsidP="00DE39C9">
      <w:pPr>
        <w:pStyle w:val="Textbezslovn"/>
        <w:spacing w:after="1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DE39C9">
      <w:pPr>
        <w:pStyle w:val="Text1-1"/>
        <w:spacing w:after="180"/>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DE39C9">
      <w:pPr>
        <w:pStyle w:val="Text1-1"/>
        <w:spacing w:after="1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DE39C9">
      <w:pPr>
        <w:pStyle w:val="Text1-1"/>
        <w:spacing w:after="180"/>
      </w:pPr>
      <w:r>
        <w:t>Bod 7.5.2 Obchodních podmínek se mění takto:</w:t>
      </w:r>
    </w:p>
    <w:p w:rsidR="00214C3E" w:rsidRDefault="00214C3E" w:rsidP="00DE39C9">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E39C9" w:rsidRDefault="00214C3E" w:rsidP="00DE39C9">
      <w:pPr>
        <w:pStyle w:val="Text1-1"/>
        <w:spacing w:after="180"/>
      </w:pPr>
      <w:r w:rsidRPr="00DE39C9">
        <w:t>V bodě 7.5.3 Obchodních podmínek se lhůta upravuje na pět (5) dní.</w:t>
      </w:r>
    </w:p>
    <w:p w:rsidR="00214C3E" w:rsidRPr="00DE39C9" w:rsidRDefault="00214C3E" w:rsidP="00DE39C9">
      <w:pPr>
        <w:pStyle w:val="Text1-1"/>
        <w:spacing w:after="180"/>
      </w:pPr>
      <w:r w:rsidRPr="00DE39C9">
        <w:t>Ustanovení bodu 9.2 až 9.5 a bodu 9.7. Obchodních podmínek, stejně jako související ustanovení týkající se přejímacích zkoušek, se nepoužijí.</w:t>
      </w:r>
    </w:p>
    <w:p w:rsidR="00214C3E" w:rsidRDefault="00214C3E" w:rsidP="00DE39C9">
      <w:pPr>
        <w:pStyle w:val="Text1-1"/>
        <w:spacing w:after="180"/>
      </w:pPr>
      <w:r>
        <w:t>V bodě 11.3 Obchodních podmínek se lhůta upravuje na tři (3) dny.</w:t>
      </w:r>
    </w:p>
    <w:p w:rsidR="00214C3E" w:rsidRDefault="00214C3E" w:rsidP="00DE39C9">
      <w:pPr>
        <w:pStyle w:val="Text1-1"/>
        <w:spacing w:after="180"/>
      </w:pPr>
      <w:r>
        <w:t>V bodě 11.4 Obchodních podmínek se lhůta upravuje na dva (2) dny.</w:t>
      </w:r>
    </w:p>
    <w:p w:rsidR="00214C3E" w:rsidRDefault="00214C3E" w:rsidP="00DE39C9">
      <w:pPr>
        <w:pStyle w:val="Text1-1"/>
        <w:spacing w:after="180"/>
      </w:pPr>
      <w:r>
        <w:t>V bodě 11.5 Obchodních podmínek se lhůta upravuje na tři (3) dny.</w:t>
      </w:r>
    </w:p>
    <w:p w:rsidR="00214C3E" w:rsidRPr="00DE39C9" w:rsidRDefault="00214C3E" w:rsidP="00DE39C9">
      <w:pPr>
        <w:pStyle w:val="Text1-1"/>
        <w:spacing w:after="180"/>
      </w:pPr>
      <w:r w:rsidRPr="00DE39C9">
        <w:t>V bodě 11.6 Obchodních podmínek se lhůta upravuje na dva (2) dny.</w:t>
      </w:r>
    </w:p>
    <w:p w:rsidR="005A6B21" w:rsidRPr="00DE39C9" w:rsidRDefault="005A6B21" w:rsidP="00DE39C9">
      <w:pPr>
        <w:pStyle w:val="Text1-1"/>
        <w:spacing w:after="180"/>
      </w:pPr>
      <w:r w:rsidRPr="00DE39C9">
        <w:lastRenderedPageBreak/>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DE39C9">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DE39C9">
      <w:pPr>
        <w:pStyle w:val="Text1-1"/>
        <w:spacing w:after="180"/>
      </w:pPr>
      <w:r>
        <w:t>V bodě 17.10 Obchodních podmínek se za text „… v Nabídce zhotovitele“ doplňuje text „případně Sborníku prací pro údržbu a opravy železniční infrastruktury v platném znění,“.</w:t>
      </w:r>
    </w:p>
    <w:p w:rsidR="00214C3E" w:rsidRDefault="00214C3E" w:rsidP="00DE39C9">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DE39C9">
      <w:pPr>
        <w:pStyle w:val="Text1-1"/>
        <w:spacing w:after="180"/>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DE39C9">
      <w:pPr>
        <w:pStyle w:val="Odstavec1-1a"/>
        <w:numPr>
          <w:ilvl w:val="0"/>
          <w:numId w:val="31"/>
        </w:numPr>
        <w:spacing w:after="180"/>
        <w:contextualSpacing w:val="0"/>
      </w:pPr>
      <w:r>
        <w:t xml:space="preserve">u pokut stanovených jako 0,1 % ceny nemůže </w:t>
      </w:r>
      <w:r w:rsidR="00DB134A">
        <w:t xml:space="preserve">být </w:t>
      </w:r>
      <w:r>
        <w:t>výsledná částka pokuty za každý případ porušení povinnosti nebo za každý den započatý den prodlení méně než 10.000,- Kč</w:t>
      </w:r>
    </w:p>
    <w:p w:rsidR="00214C3E" w:rsidRDefault="00214C3E" w:rsidP="00DE39C9">
      <w:pPr>
        <w:pStyle w:val="Odstavec1-1a"/>
        <w:spacing w:after="180"/>
        <w:contextualSpacing w:val="0"/>
      </w:pPr>
      <w:r>
        <w:t xml:space="preserve">u pokut stanovených jako 0,5 % ceny nemůže </w:t>
      </w:r>
      <w:r w:rsidR="00DB134A">
        <w:t xml:space="preserve">být </w:t>
      </w:r>
      <w:r>
        <w:t>výsledná částka pokuty za každý případ porušení povinnosti nebo za každý den započatý den prodlení méně než 20.000,- Kč</w:t>
      </w:r>
    </w:p>
    <w:p w:rsidR="00214C3E" w:rsidRDefault="00214C3E" w:rsidP="00DE39C9">
      <w:pPr>
        <w:pStyle w:val="Odstavec1-1a"/>
        <w:spacing w:after="180"/>
        <w:contextualSpacing w:val="0"/>
      </w:pPr>
      <w:r>
        <w:t xml:space="preserve">u pokut stanovených jako 0,05 % ceny nemůže </w:t>
      </w:r>
      <w:r w:rsidR="00DB134A">
        <w:t xml:space="preserve">být </w:t>
      </w:r>
      <w:r>
        <w:t>výsledná částka pokuty za každý případ porušení povinnosti nebo za každý den započatý den prodlení méně než 5.000,- Kč</w:t>
      </w:r>
    </w:p>
    <w:p w:rsidR="00C26A57" w:rsidRDefault="00C26A57" w:rsidP="00DE39C9">
      <w:pPr>
        <w:pStyle w:val="Text1-1"/>
        <w:spacing w:after="180"/>
      </w:pPr>
      <w:r>
        <w:t>V bodě 20.12 Obchodních podmínek se za text „za každý započatý měsíc prodlení“ nahrazuje textem „za každý den prodlení“.</w:t>
      </w:r>
    </w:p>
    <w:p w:rsidR="00214C3E" w:rsidRDefault="00214C3E" w:rsidP="00DE39C9">
      <w:pPr>
        <w:pStyle w:val="Text1-1"/>
        <w:spacing w:after="180"/>
      </w:pPr>
      <w:r>
        <w:t>V bodě 21.1.1 a 21.1.2 Obchodních podmínek se lhůty upravují na čtrnáct (14) dní.</w:t>
      </w:r>
    </w:p>
    <w:p w:rsidR="00214C3E" w:rsidRDefault="00214C3E" w:rsidP="00DE39C9">
      <w:pPr>
        <w:pStyle w:val="Text1-1"/>
        <w:spacing w:after="180"/>
      </w:pPr>
      <w:r>
        <w:t>V bodě 22.1.1 a 22.1.2 Obchodních podmínek se lhůty upravují na třicet (30) dní.</w:t>
      </w:r>
    </w:p>
    <w:p w:rsidR="00F24489" w:rsidRDefault="00214C3E" w:rsidP="00DE39C9">
      <w:pPr>
        <w:pStyle w:val="Nadpis1-1"/>
        <w:spacing w:after="180"/>
        <w:contextualSpacing w:val="0"/>
      </w:pPr>
      <w:r w:rsidRPr="00214C3E">
        <w:t>ZPRACOVÁNÍ OSOBNÍCH ÚDAJŮ</w:t>
      </w:r>
    </w:p>
    <w:p w:rsidR="00214C3E" w:rsidRPr="00214C3E" w:rsidRDefault="00214C3E" w:rsidP="00DE39C9">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DE39C9">
      <w:pPr>
        <w:pStyle w:val="Text1-1"/>
        <w:spacing w:after="180"/>
      </w:pPr>
      <w:r w:rsidRPr="00214C3E">
        <w:t>Zhotovitel se zavazuje přijmout vhodná technická a organizační opatření podle nařízení Evropského parlamentu a Rady (EU) 2016/679 ze dne 27.</w:t>
      </w:r>
      <w:r w:rsidR="00E1357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DE39C9">
      <w:pPr>
        <w:pStyle w:val="Nadpis1-1"/>
        <w:spacing w:after="180"/>
        <w:contextualSpacing w:val="0"/>
      </w:pPr>
      <w:r w:rsidRPr="00464C92">
        <w:lastRenderedPageBreak/>
        <w:t xml:space="preserve">ZÁVĚREČNÁ </w:t>
      </w:r>
      <w:r w:rsidRPr="00214C3E">
        <w:t>USTANOVENÍ</w:t>
      </w:r>
    </w:p>
    <w:p w:rsidR="00214C3E" w:rsidRPr="00F97DBD" w:rsidRDefault="00214C3E" w:rsidP="00DE39C9">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DE39C9">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DE39C9">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DE39C9">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DE39C9">
      <w:pPr>
        <w:pStyle w:val="Text1-1"/>
        <w:spacing w:after="180"/>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DE39C9">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DE39C9">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DE39C9">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DE39C9">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DE39C9">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DE39C9">
        <w:t xml:space="preserve">obdrží </w:t>
      </w:r>
      <w:r w:rsidR="00DE39C9" w:rsidRPr="00DE39C9">
        <w:rPr>
          <w:lang w:val="en-US"/>
        </w:rPr>
        <w:t>d</w:t>
      </w:r>
      <w:r w:rsidR="00DE39C9" w:rsidRPr="00DE39C9">
        <w:t>vě</w:t>
      </w:r>
      <w:r w:rsidR="00DE39C9">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DE39C9">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DE39C9">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DE39C9">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DE39C9">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DE39C9">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DE39C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DE39C9">
            <w:pPr>
              <w:pStyle w:val="Textbezslovn"/>
            </w:pPr>
            <w:r w:rsidRPr="00F97DBD">
              <w:t xml:space="preserve">Obchodní podmínky – </w:t>
            </w:r>
            <w:r w:rsidR="00DE39C9" w:rsidRPr="004C31FC">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DE39C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DE39C9">
            <w:pPr>
              <w:pStyle w:val="Textbezslovn"/>
            </w:pPr>
            <w:r w:rsidRPr="00F97DBD">
              <w:t xml:space="preserve">b) Všeobecné technické podmínky realizace stavby – </w:t>
            </w:r>
            <w:r w:rsidR="00DE39C9" w:rsidRPr="004C31FC">
              <w:rPr>
                <w:highlight w:val="yellow"/>
              </w:rPr>
              <w:t>VLOŽÍ ZHOTOVITEL</w:t>
            </w:r>
          </w:p>
          <w:p w:rsidR="00214C3E" w:rsidRPr="00F97DBD" w:rsidRDefault="00DE39C9" w:rsidP="00DE39C9">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DE39C9" w:rsidP="00DE39C9">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DE39C9">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DE39C9">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DE39C9">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DE39C9">
            <w:pPr>
              <w:pStyle w:val="Textbezslovn"/>
            </w:pPr>
            <w:r w:rsidRPr="00F97DBD">
              <w:t>Seznam požadovaných pojištění</w:t>
            </w:r>
          </w:p>
        </w:tc>
      </w:tr>
      <w:tr w:rsidR="00214C3E" w:rsidRPr="00F97DBD" w:rsidTr="005A7872">
        <w:trPr>
          <w:jc w:val="center"/>
        </w:trPr>
        <w:tc>
          <w:tcPr>
            <w:tcW w:w="2031" w:type="pct"/>
          </w:tcPr>
          <w:p w:rsidR="00214C3E" w:rsidRDefault="00933931" w:rsidP="00DE39C9">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DE39C9">
            <w:pPr>
              <w:pStyle w:val="Textbezslovn"/>
            </w:pPr>
            <w:r w:rsidRPr="00214C3E">
              <w:rPr>
                <w:u w:val="single"/>
              </w:rPr>
              <w:t>Příloha č. 9</w:t>
            </w:r>
            <w:r>
              <w:t>:</w:t>
            </w:r>
          </w:p>
          <w:p w:rsidR="00DE39C9" w:rsidRDefault="00DE39C9" w:rsidP="00DE39C9">
            <w:pPr>
              <w:pStyle w:val="Textbezslovn"/>
            </w:pPr>
          </w:p>
          <w:p w:rsidR="00DE39C9" w:rsidRDefault="00DE39C9" w:rsidP="00DE39C9">
            <w:pPr>
              <w:pStyle w:val="Textbezslovn"/>
            </w:pPr>
          </w:p>
          <w:p w:rsidR="00DE39C9" w:rsidRDefault="00DE39C9" w:rsidP="00DE39C9">
            <w:pPr>
              <w:pStyle w:val="Textbezslovn"/>
            </w:pPr>
          </w:p>
          <w:p w:rsidR="00DE39C9" w:rsidRPr="00DE39C9" w:rsidRDefault="00DE39C9" w:rsidP="00DE39C9">
            <w:pPr>
              <w:pStyle w:val="Textbezslovn"/>
              <w:rPr>
                <w:u w:val="single"/>
              </w:rPr>
            </w:pPr>
            <w:r w:rsidRPr="00DE39C9">
              <w:rPr>
                <w:u w:val="single"/>
              </w:rPr>
              <w:lastRenderedPageBreak/>
              <w:t>Příloha č. 10:</w:t>
            </w:r>
          </w:p>
        </w:tc>
        <w:tc>
          <w:tcPr>
            <w:tcW w:w="2969" w:type="pct"/>
          </w:tcPr>
          <w:p w:rsidR="00214C3E" w:rsidRDefault="00214C3E" w:rsidP="00DE39C9">
            <w:pPr>
              <w:pStyle w:val="Textbezslovn"/>
            </w:pPr>
            <w:r w:rsidRPr="00F97DBD">
              <w:lastRenderedPageBreak/>
              <w:t xml:space="preserve">Seznam </w:t>
            </w:r>
            <w:r>
              <w:t>pod</w:t>
            </w:r>
            <w:r w:rsidRPr="00F97DBD">
              <w:t>dodavatelů</w:t>
            </w:r>
          </w:p>
          <w:p w:rsidR="00214C3E" w:rsidRDefault="00214C3E" w:rsidP="00DE39C9">
            <w:pPr>
              <w:pStyle w:val="Textbezslovn"/>
            </w:pPr>
            <w:r>
              <w:t>Zmocnění Vedoucího Zhotovitele</w:t>
            </w:r>
          </w:p>
          <w:p w:rsidR="00DE39C9" w:rsidRDefault="00DE39C9" w:rsidP="00DE39C9">
            <w:pPr>
              <w:pStyle w:val="Textbezslovn"/>
            </w:pPr>
          </w:p>
          <w:p w:rsidR="00DE39C9" w:rsidRDefault="00DE39C9" w:rsidP="00DE39C9">
            <w:pPr>
              <w:pStyle w:val="Textbezslovn"/>
            </w:pPr>
          </w:p>
          <w:p w:rsidR="00DE39C9" w:rsidRDefault="00DE39C9" w:rsidP="00DE39C9">
            <w:pPr>
              <w:pStyle w:val="Textbezslovn"/>
            </w:pPr>
          </w:p>
          <w:p w:rsidR="00DE39C9" w:rsidRPr="00F97DBD" w:rsidRDefault="00DE39C9" w:rsidP="00DE39C9">
            <w:pPr>
              <w:pStyle w:val="Textbezslovn"/>
            </w:pPr>
            <w:r>
              <w:lastRenderedPageBreak/>
              <w:t>Nález podezřelého předmětu</w:t>
            </w:r>
          </w:p>
        </w:tc>
      </w:tr>
    </w:tbl>
    <w:p w:rsidR="00214C3E" w:rsidRDefault="00214C3E" w:rsidP="00DE39C9">
      <w:pPr>
        <w:pStyle w:val="slovanseznam"/>
        <w:numPr>
          <w:ilvl w:val="0"/>
          <w:numId w:val="0"/>
        </w:numPr>
        <w:spacing w:after="120"/>
        <w:ind w:left="567"/>
      </w:pPr>
    </w:p>
    <w:p w:rsidR="00F422D3" w:rsidRPr="00214C3E" w:rsidRDefault="00214C3E" w:rsidP="00DE39C9">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DE39C9">
      <w:pPr>
        <w:pStyle w:val="Textbezodsazen"/>
      </w:pPr>
    </w:p>
    <w:p w:rsidR="00F422D3" w:rsidRDefault="00214C3E" w:rsidP="00DE39C9">
      <w:pPr>
        <w:pStyle w:val="Textbezodsazen"/>
      </w:pPr>
      <w:r>
        <w:t>V………………dne ……………</w:t>
      </w:r>
      <w:r w:rsidR="00F422D3">
        <w:tab/>
      </w:r>
      <w:r w:rsidR="00F422D3">
        <w:tab/>
      </w:r>
      <w:r w:rsidR="00F422D3">
        <w:tab/>
      </w:r>
      <w:r w:rsidR="00F422D3">
        <w:tab/>
      </w:r>
      <w:r>
        <w:t>V………………… dne ………</w:t>
      </w:r>
    </w:p>
    <w:p w:rsidR="00F422D3" w:rsidRDefault="00F422D3" w:rsidP="00DE39C9">
      <w:pPr>
        <w:pStyle w:val="Textbezodsazen"/>
      </w:pPr>
    </w:p>
    <w:p w:rsidR="00F422D3" w:rsidRDefault="00F422D3" w:rsidP="00DE39C9">
      <w:pPr>
        <w:pStyle w:val="Textbezodsazen"/>
      </w:pPr>
    </w:p>
    <w:p w:rsidR="00F422D3" w:rsidRDefault="00F422D3" w:rsidP="00DE39C9">
      <w:pPr>
        <w:pStyle w:val="Textbezodsazen"/>
      </w:pPr>
      <w:r>
        <w:t>………………………………………</w:t>
      </w:r>
      <w:r>
        <w:tab/>
      </w:r>
      <w:r>
        <w:tab/>
      </w:r>
      <w:r>
        <w:tab/>
      </w:r>
      <w:r>
        <w:tab/>
      </w:r>
      <w:r w:rsidR="00214C3E">
        <w:t>………………………………………</w:t>
      </w:r>
    </w:p>
    <w:p w:rsidR="00DE39C9" w:rsidRDefault="00DE39C9" w:rsidP="00DE39C9">
      <w:pPr>
        <w:pStyle w:val="Textbezodsazen"/>
        <w:spacing w:after="0"/>
      </w:pPr>
      <w:r>
        <w:t>Ing. Vladimír Filip</w:t>
      </w:r>
      <w:r>
        <w:tab/>
      </w:r>
      <w:r>
        <w:tab/>
      </w:r>
      <w:r>
        <w:tab/>
      </w:r>
      <w:r>
        <w:tab/>
      </w:r>
      <w:r>
        <w:tab/>
      </w:r>
      <w:r>
        <w:tab/>
        <w:t>Zhotovitel</w:t>
      </w:r>
    </w:p>
    <w:p w:rsidR="00DE39C9" w:rsidRDefault="00E1357D" w:rsidP="00DE39C9">
      <w:pPr>
        <w:pStyle w:val="Textbezodsazen"/>
        <w:spacing w:after="0"/>
      </w:pPr>
      <w:r>
        <w:t>ř</w:t>
      </w:r>
      <w:r w:rsidR="00DE39C9">
        <w:t>editel Oblastního ředitelství Praha</w:t>
      </w:r>
    </w:p>
    <w:p w:rsidR="00DE39C9" w:rsidRDefault="00DE39C9" w:rsidP="00DE39C9">
      <w:pPr>
        <w:pStyle w:val="Textbezodsazen"/>
      </w:pPr>
      <w:r>
        <w:t>Správa železnic, státní organizace</w:t>
      </w:r>
    </w:p>
    <w:p w:rsidR="00F422D3" w:rsidRDefault="00F422D3" w:rsidP="009F0867">
      <w:pPr>
        <w:pStyle w:val="Textbezodsazen"/>
      </w:pPr>
    </w:p>
    <w:p w:rsidR="00E1357D" w:rsidRDefault="00E1357D" w:rsidP="009F0867">
      <w:pPr>
        <w:pStyle w:val="Textbezodsazen"/>
      </w:pPr>
    </w:p>
    <w:p w:rsidR="00E1357D" w:rsidRDefault="00E1357D" w:rsidP="009F0867">
      <w:pPr>
        <w:pStyle w:val="Textbezodsazen"/>
      </w:pPr>
    </w:p>
    <w:p w:rsidR="00DE39C9" w:rsidRDefault="00DE39C9" w:rsidP="009F0867">
      <w:pPr>
        <w:pStyle w:val="Textbezodsazen"/>
      </w:pPr>
    </w:p>
    <w:p w:rsidR="00DE39C9" w:rsidRDefault="00DE39C9" w:rsidP="00DE39C9">
      <w:pPr>
        <w:pStyle w:val="Textbezodsazen"/>
      </w:pPr>
      <w:r w:rsidRPr="00BF291D">
        <w:t>Tato smlouva byla uveřejněna v registru smluv dne....................</w:t>
      </w:r>
    </w:p>
    <w:p w:rsidR="00DE39C9" w:rsidRDefault="00DE39C9"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39C9" w:rsidRPr="00DE39C9" w:rsidRDefault="00DE39C9" w:rsidP="00DE39C9">
      <w:pPr>
        <w:spacing w:after="120"/>
        <w:jc w:val="both"/>
      </w:pPr>
      <w:r w:rsidRPr="00DE39C9">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DE39C9" w:rsidRPr="002E4134" w:rsidRDefault="00DE39C9" w:rsidP="00DE39C9">
      <w:pPr>
        <w:pStyle w:val="Odstavec1-1a"/>
        <w:numPr>
          <w:ilvl w:val="0"/>
          <w:numId w:val="7"/>
        </w:numPr>
      </w:pPr>
      <w:r w:rsidRPr="002E4134">
        <w:t xml:space="preserve">Všeobecné technické podmínky </w:t>
      </w:r>
      <w:r w:rsidRPr="002910E3">
        <w:rPr>
          <w:highlight w:val="yellow"/>
        </w:rPr>
        <w:t>[VLOŽÍ ZHOTOVITEL]</w:t>
      </w:r>
    </w:p>
    <w:p w:rsidR="00DE39C9" w:rsidRPr="00935FE2" w:rsidRDefault="00DE39C9" w:rsidP="00DE39C9">
      <w:pPr>
        <w:pStyle w:val="Odstavec1-1a"/>
        <w:numPr>
          <w:ilvl w:val="0"/>
          <w:numId w:val="7"/>
        </w:numPr>
      </w:pPr>
      <w:r w:rsidRPr="00F97DBD">
        <w:t xml:space="preserve">Zvláštní technické podmínky </w:t>
      </w:r>
      <w:r w:rsidRPr="002910E3">
        <w:rPr>
          <w:highlight w:val="yellow"/>
        </w:rPr>
        <w:t>[VLOŽÍ ZHOTOVITEL]</w:t>
      </w:r>
    </w:p>
    <w:p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833882" w:rsidRDefault="00833882" w:rsidP="00833882">
      <w:pPr>
        <w:pStyle w:val="Nadpisbezsl1-1"/>
      </w:pPr>
      <w:r w:rsidRPr="00BF291D">
        <w:rPr>
          <w:caps w:val="0"/>
          <w:sz w:val="20"/>
          <w:szCs w:val="20"/>
        </w:rPr>
        <w:t>Úmyslně neobsazeno</w:t>
      </w:r>
    </w:p>
    <w:p w:rsidR="00E463D2" w:rsidRPr="00F97DBD" w:rsidRDefault="00E463D2" w:rsidP="00E463D2">
      <w:pPr>
        <w:pStyle w:val="Nadpisbezsl1-2"/>
      </w:pPr>
    </w:p>
    <w:p w:rsidR="00833882" w:rsidRDefault="00833882" w:rsidP="00833882">
      <w:pPr>
        <w:pStyle w:val="Odrka1-1"/>
        <w:numPr>
          <w:ilvl w:val="0"/>
          <w:numId w:val="0"/>
        </w:numPr>
        <w:ind w:left="1077" w:hanging="340"/>
        <w:rPr>
          <w:highlight w:val="green"/>
        </w:rPr>
      </w:pPr>
    </w:p>
    <w:p w:rsidR="00833882" w:rsidRDefault="00833882" w:rsidP="00833882">
      <w:pPr>
        <w:pStyle w:val="Odrka1-1"/>
        <w:numPr>
          <w:ilvl w:val="0"/>
          <w:numId w:val="0"/>
        </w:numPr>
        <w:ind w:left="1077" w:hanging="340"/>
        <w:rPr>
          <w:highlight w:val="green"/>
        </w:rPr>
        <w:sectPr w:rsidR="00833882"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833882" w:rsidRPr="00F97DBD" w:rsidRDefault="00833882" w:rsidP="00833882">
      <w:pPr>
        <w:pStyle w:val="Nadpisbezsl1-2"/>
      </w:pPr>
      <w:r>
        <w:t xml:space="preserve">Položkový soupis prací s výkazem výměr </w:t>
      </w:r>
    </w:p>
    <w:p w:rsidR="00833882" w:rsidRPr="00E463D2" w:rsidRDefault="00833882" w:rsidP="00833882">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833882" w:rsidRDefault="00833882" w:rsidP="00833882">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33882" w:rsidRPr="00F95FBD" w:rsidRDefault="00833882" w:rsidP="008338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rPr>
            </w:pPr>
            <w:r w:rsidRPr="00F95FBD">
              <w:rPr>
                <w:rStyle w:val="Nadpisvtabulce"/>
              </w:rPr>
              <w:t>Jméno a příjmení</w:t>
            </w:r>
          </w:p>
        </w:tc>
        <w:tc>
          <w:tcPr>
            <w:tcW w:w="5812" w:type="dxa"/>
          </w:tcPr>
          <w:p w:rsidR="00833882" w:rsidRPr="00F95FBD"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F95FBD">
        <w:rPr>
          <w:rFonts w:asciiTheme="minorHAnsi" w:hAnsiTheme="minorHAnsi"/>
          <w:sz w:val="18"/>
          <w:szCs w:val="18"/>
        </w:rPr>
        <w:t>Ve věcech technických</w:t>
      </w:r>
      <w:r w:rsidR="008E2CF3">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8E2CF3" w:rsidRPr="00F95FBD" w:rsidTr="008E2C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rStyle w:val="Nadpisvtabulce"/>
                <w:b w:val="0"/>
              </w:rPr>
            </w:pPr>
            <w:r w:rsidRPr="00F95FBD">
              <w:rPr>
                <w:rStyle w:val="Nadpisvtabulce"/>
                <w:b w:val="0"/>
              </w:rPr>
              <w:t>Jméno a příjmení</w:t>
            </w:r>
          </w:p>
        </w:tc>
        <w:tc>
          <w:tcPr>
            <w:tcW w:w="5812" w:type="dxa"/>
          </w:tcPr>
          <w:p w:rsidR="008E2CF3" w:rsidRPr="00833882" w:rsidRDefault="008E2CF3" w:rsidP="008E2CF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Pavel Pena</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Adresa</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Havlíčkova - areál nákladového nádraží</w:t>
            </w:r>
            <w:r>
              <w:rPr>
                <w:sz w:val="18"/>
              </w:rPr>
              <w:t>, 280 02 Kolín</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E-mail</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Pena</w:t>
            </w:r>
            <w:r w:rsidRPr="00833882">
              <w:rPr>
                <w:sz w:val="18"/>
              </w:rPr>
              <w:t>@spravazeleznic.cz</w:t>
            </w:r>
          </w:p>
        </w:tc>
      </w:tr>
      <w:tr w:rsidR="008E2CF3" w:rsidRPr="00F95FBD"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F95FBD" w:rsidRDefault="008E2CF3" w:rsidP="008E2CF3">
            <w:pPr>
              <w:pStyle w:val="Tabulka"/>
              <w:rPr>
                <w:sz w:val="18"/>
              </w:rPr>
            </w:pPr>
            <w:r w:rsidRPr="00F95FBD">
              <w:rPr>
                <w:sz w:val="18"/>
              </w:rPr>
              <w:t>Telefon</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001C4FC5" w:rsidRPr="001C4FC5">
              <w:rPr>
                <w:sz w:val="18"/>
              </w:rPr>
              <w:t>725 504 673</w:t>
            </w:r>
          </w:p>
        </w:tc>
      </w:tr>
    </w:tbl>
    <w:p w:rsidR="00833882" w:rsidRPr="00F95FBD" w:rsidRDefault="00833882" w:rsidP="00833882">
      <w:pPr>
        <w:pStyle w:val="Textbezodsazen"/>
      </w:pPr>
    </w:p>
    <w:p w:rsidR="00833882" w:rsidRPr="00F95FBD" w:rsidRDefault="008E2CF3" w:rsidP="00833882">
      <w:pPr>
        <w:pStyle w:val="Nadpistabulky"/>
        <w:rPr>
          <w:rFonts w:asciiTheme="minorHAnsi" w:hAnsiTheme="minorHAnsi"/>
          <w:sz w:val="18"/>
          <w:szCs w:val="18"/>
        </w:rPr>
      </w:pPr>
      <w:r w:rsidRPr="008E2CF3">
        <w:rPr>
          <w:rFonts w:asciiTheme="minorHAnsi" w:hAnsiTheme="minorHAnsi"/>
          <w:sz w:val="18"/>
          <w:szCs w:val="18"/>
        </w:rPr>
        <w:t>Ve věcech technických</w:t>
      </w:r>
      <w:r>
        <w:rPr>
          <w:rFonts w:asciiTheme="minorHAnsi" w:hAnsiTheme="minorHAnsi"/>
          <w:sz w:val="18"/>
          <w:szCs w:val="18"/>
        </w:rPr>
        <w:t xml:space="preserve"> ll.</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b w:val="0"/>
              </w:rPr>
            </w:pPr>
            <w:r w:rsidRPr="00F95FBD">
              <w:rPr>
                <w:rStyle w:val="Nadpisvtabulce"/>
                <w:b w:val="0"/>
              </w:rPr>
              <w:t>Jméno a příjmení</w:t>
            </w:r>
          </w:p>
        </w:tc>
        <w:tc>
          <w:tcPr>
            <w:tcW w:w="5812" w:type="dxa"/>
          </w:tcPr>
          <w:p w:rsidR="00833882" w:rsidRPr="00F95FBD" w:rsidRDefault="008E2CF3" w:rsidP="0078710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Kluch</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E2CF3"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8E2CF3">
              <w:rPr>
                <w:sz w:val="18"/>
              </w:rPr>
              <w:t>Ukrajinská 304/2b</w:t>
            </w:r>
            <w:r>
              <w:rPr>
                <w:sz w:val="18"/>
              </w:rPr>
              <w:t>, 101 00 Praha 10 - Vršovice</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8E2CF3"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8E2CF3">
              <w:rPr>
                <w:sz w:val="18"/>
              </w:rPr>
              <w:t>KluchM@spravazeleznic.cz</w:t>
            </w:r>
          </w:p>
        </w:tc>
      </w:tr>
      <w:tr w:rsidR="00833882" w:rsidRPr="00F95FBD" w:rsidTr="008E2CF3">
        <w:trPr>
          <w:trHeight w:val="41"/>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 xml:space="preserve">+420 </w:t>
            </w:r>
            <w:r w:rsidR="001C4FC5" w:rsidRPr="001C4FC5">
              <w:rPr>
                <w:sz w:val="18"/>
              </w:rPr>
              <w:t>602 418 824</w:t>
            </w:r>
          </w:p>
        </w:tc>
      </w:tr>
    </w:tbl>
    <w:p w:rsidR="00833882" w:rsidRPr="00833882" w:rsidRDefault="00833882" w:rsidP="00833882">
      <w:pPr>
        <w:spacing w:after="120"/>
        <w:jc w:val="both"/>
      </w:pPr>
    </w:p>
    <w:p w:rsidR="00833882" w:rsidRPr="00833882" w:rsidRDefault="00833882" w:rsidP="00833882">
      <w:pPr>
        <w:keepNext/>
        <w:keepLines/>
        <w:pBdr>
          <w:top w:val="single" w:sz="12" w:space="3" w:color="00A1E0" w:themeColor="accent3"/>
        </w:pBdr>
        <w:suppressAutoHyphens/>
        <w:spacing w:after="60"/>
        <w:rPr>
          <w:b/>
        </w:rPr>
      </w:pPr>
      <w:r w:rsidRPr="00833882">
        <w:rPr>
          <w:b/>
        </w:rPr>
        <w:t>Stavební dozor objednatele l</w:t>
      </w:r>
      <w:r w:rsidR="008E2CF3">
        <w:rPr>
          <w:b/>
        </w:rPr>
        <w:t>.</w:t>
      </w:r>
    </w:p>
    <w:tbl>
      <w:tblPr>
        <w:tblStyle w:val="Mkatabulky"/>
        <w:tblW w:w="8868" w:type="dxa"/>
        <w:tblLook w:val="04A0" w:firstRow="1" w:lastRow="0" w:firstColumn="1" w:lastColumn="0" w:noHBand="0" w:noVBand="1"/>
      </w:tblPr>
      <w:tblGrid>
        <w:gridCol w:w="3056"/>
        <w:gridCol w:w="5812"/>
      </w:tblGrid>
      <w:tr w:rsidR="008E2CF3" w:rsidRPr="00833882" w:rsidTr="008E2C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spacing w:before="40" w:after="40"/>
              <w:jc w:val="both"/>
              <w:rPr>
                <w:sz w:val="18"/>
              </w:rPr>
            </w:pPr>
            <w:r w:rsidRPr="00833882">
              <w:rPr>
                <w:b/>
                <w:sz w:val="18"/>
              </w:rPr>
              <w:t>Jméno a příjmení</w:t>
            </w:r>
          </w:p>
        </w:tc>
        <w:tc>
          <w:tcPr>
            <w:tcW w:w="5812" w:type="dxa"/>
          </w:tcPr>
          <w:p w:rsidR="008E2CF3" w:rsidRPr="00833882" w:rsidRDefault="008E2CF3" w:rsidP="008E2CF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Pavel Pena</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spacing w:before="40" w:after="40"/>
              <w:jc w:val="both"/>
              <w:rPr>
                <w:sz w:val="18"/>
              </w:rPr>
            </w:pPr>
            <w:r w:rsidRPr="00833882">
              <w:rPr>
                <w:sz w:val="18"/>
              </w:rPr>
              <w:t>Adresa</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Havlíčkova - areál nákladového nádraží</w:t>
            </w:r>
            <w:r>
              <w:rPr>
                <w:sz w:val="18"/>
              </w:rPr>
              <w:t>, 280 02 Kolín</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spacing w:before="40" w:after="40"/>
              <w:jc w:val="both"/>
              <w:rPr>
                <w:sz w:val="18"/>
              </w:rPr>
            </w:pPr>
            <w:r w:rsidRPr="00833882">
              <w:rPr>
                <w:sz w:val="18"/>
              </w:rPr>
              <w:t>E-mail</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Pena</w:t>
            </w:r>
            <w:r w:rsidRPr="00833882">
              <w:rPr>
                <w:sz w:val="18"/>
              </w:rPr>
              <w:t>@spravazeleznic.cz</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spacing w:before="40" w:after="40"/>
              <w:jc w:val="both"/>
              <w:rPr>
                <w:sz w:val="18"/>
              </w:rPr>
            </w:pPr>
            <w:r w:rsidRPr="00833882">
              <w:rPr>
                <w:sz w:val="18"/>
              </w:rPr>
              <w:t>Telefon</w:t>
            </w:r>
          </w:p>
        </w:tc>
        <w:tc>
          <w:tcPr>
            <w:tcW w:w="5812" w:type="dxa"/>
          </w:tcPr>
          <w:p w:rsidR="008E2CF3" w:rsidRPr="00833882" w:rsidRDefault="008E2CF3" w:rsidP="008E2CF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Pr>
                <w:sz w:val="18"/>
              </w:rPr>
              <w:t> </w:t>
            </w:r>
            <w:r w:rsidR="001C4FC5" w:rsidRPr="001C4FC5">
              <w:rPr>
                <w:sz w:val="18"/>
              </w:rPr>
              <w:t>725 504 673</w:t>
            </w:r>
          </w:p>
        </w:tc>
      </w:tr>
    </w:tbl>
    <w:p w:rsidR="00833882" w:rsidRPr="00833882" w:rsidRDefault="00833882" w:rsidP="00833882">
      <w:pPr>
        <w:pStyle w:val="Textbezodsazen"/>
      </w:pPr>
    </w:p>
    <w:p w:rsidR="00833882" w:rsidRPr="00833882" w:rsidRDefault="00833882" w:rsidP="00833882">
      <w:pPr>
        <w:pStyle w:val="Textbezodsazen"/>
        <w:rPr>
          <w:b/>
        </w:rPr>
      </w:pPr>
      <w:r w:rsidRPr="00833882">
        <w:rPr>
          <w:b/>
        </w:rPr>
        <w:t>Stavební dozor objednatele ll.</w:t>
      </w:r>
    </w:p>
    <w:tbl>
      <w:tblPr>
        <w:tblStyle w:val="Mkatabulky"/>
        <w:tblW w:w="8868" w:type="dxa"/>
        <w:tblLook w:val="04A0" w:firstRow="1" w:lastRow="0" w:firstColumn="1" w:lastColumn="0" w:noHBand="0" w:noVBand="1"/>
      </w:tblPr>
      <w:tblGrid>
        <w:gridCol w:w="3056"/>
        <w:gridCol w:w="5812"/>
      </w:tblGrid>
      <w:tr w:rsidR="008E2CF3" w:rsidRPr="00833882" w:rsidTr="008E2C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pStyle w:val="Textbezodsazen"/>
              <w:rPr>
                <w:sz w:val="18"/>
              </w:rPr>
            </w:pPr>
            <w:r w:rsidRPr="00833882">
              <w:rPr>
                <w:b/>
                <w:sz w:val="18"/>
              </w:rPr>
              <w:t>Jméno a příjmení</w:t>
            </w:r>
          </w:p>
        </w:tc>
        <w:tc>
          <w:tcPr>
            <w:tcW w:w="5812" w:type="dxa"/>
          </w:tcPr>
          <w:p w:rsidR="008E2CF3" w:rsidRPr="00F95FBD" w:rsidRDefault="008E2CF3" w:rsidP="008E2CF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Kluch</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pStyle w:val="Textbezodsazen"/>
              <w:rPr>
                <w:sz w:val="18"/>
              </w:rPr>
            </w:pPr>
            <w:r w:rsidRPr="00833882">
              <w:rPr>
                <w:sz w:val="18"/>
              </w:rPr>
              <w:t>Adresa</w:t>
            </w:r>
          </w:p>
        </w:tc>
        <w:tc>
          <w:tcPr>
            <w:tcW w:w="5812" w:type="dxa"/>
          </w:tcPr>
          <w:p w:rsidR="008E2CF3" w:rsidRPr="00F95FBD" w:rsidRDefault="008E2CF3" w:rsidP="008E2CF3">
            <w:pPr>
              <w:pStyle w:val="Tabulka"/>
              <w:cnfStyle w:val="000000000000" w:firstRow="0" w:lastRow="0" w:firstColumn="0" w:lastColumn="0" w:oddVBand="0" w:evenVBand="0" w:oddHBand="0" w:evenHBand="0" w:firstRowFirstColumn="0" w:firstRowLastColumn="0" w:lastRowFirstColumn="0" w:lastRowLastColumn="0"/>
              <w:rPr>
                <w:sz w:val="18"/>
              </w:rPr>
            </w:pPr>
            <w:r w:rsidRPr="008E2CF3">
              <w:rPr>
                <w:sz w:val="18"/>
              </w:rPr>
              <w:t>Ukrajinská 304/2b</w:t>
            </w:r>
            <w:r>
              <w:rPr>
                <w:sz w:val="18"/>
              </w:rPr>
              <w:t>, 101 00 Praha 10 - Vršovice</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pStyle w:val="Textbezodsazen"/>
              <w:rPr>
                <w:sz w:val="18"/>
              </w:rPr>
            </w:pPr>
            <w:r w:rsidRPr="00833882">
              <w:rPr>
                <w:sz w:val="18"/>
              </w:rPr>
              <w:t>E-mail</w:t>
            </w:r>
          </w:p>
        </w:tc>
        <w:tc>
          <w:tcPr>
            <w:tcW w:w="5812" w:type="dxa"/>
          </w:tcPr>
          <w:p w:rsidR="008E2CF3" w:rsidRPr="00F95FBD" w:rsidRDefault="008E2CF3" w:rsidP="008E2CF3">
            <w:pPr>
              <w:pStyle w:val="Tabulka"/>
              <w:cnfStyle w:val="000000000000" w:firstRow="0" w:lastRow="0" w:firstColumn="0" w:lastColumn="0" w:oddVBand="0" w:evenVBand="0" w:oddHBand="0" w:evenHBand="0" w:firstRowFirstColumn="0" w:firstRowLastColumn="0" w:lastRowFirstColumn="0" w:lastRowLastColumn="0"/>
              <w:rPr>
                <w:sz w:val="18"/>
              </w:rPr>
            </w:pPr>
            <w:r w:rsidRPr="008E2CF3">
              <w:rPr>
                <w:sz w:val="18"/>
              </w:rPr>
              <w:t>KluchM@spravazeleznic.cz</w:t>
            </w:r>
          </w:p>
        </w:tc>
      </w:tr>
      <w:tr w:rsidR="008E2CF3" w:rsidRPr="00833882" w:rsidTr="008E2CF3">
        <w:tc>
          <w:tcPr>
            <w:cnfStyle w:val="001000000000" w:firstRow="0" w:lastRow="0" w:firstColumn="1" w:lastColumn="0" w:oddVBand="0" w:evenVBand="0" w:oddHBand="0" w:evenHBand="0" w:firstRowFirstColumn="0" w:firstRowLastColumn="0" w:lastRowFirstColumn="0" w:lastRowLastColumn="0"/>
            <w:tcW w:w="3056" w:type="dxa"/>
          </w:tcPr>
          <w:p w:rsidR="008E2CF3" w:rsidRPr="00833882" w:rsidRDefault="008E2CF3" w:rsidP="008E2CF3">
            <w:pPr>
              <w:pStyle w:val="Textbezodsazen"/>
              <w:rPr>
                <w:sz w:val="18"/>
              </w:rPr>
            </w:pPr>
            <w:r w:rsidRPr="00833882">
              <w:rPr>
                <w:sz w:val="18"/>
              </w:rPr>
              <w:t>Telefon</w:t>
            </w:r>
          </w:p>
        </w:tc>
        <w:tc>
          <w:tcPr>
            <w:tcW w:w="5812" w:type="dxa"/>
          </w:tcPr>
          <w:p w:rsidR="008E2CF3" w:rsidRPr="00F95FBD" w:rsidRDefault="008E2CF3" w:rsidP="008E2CF3">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 xml:space="preserve">+420 </w:t>
            </w:r>
            <w:r w:rsidR="001C4FC5" w:rsidRPr="001C4FC5">
              <w:rPr>
                <w:sz w:val="18"/>
              </w:rPr>
              <w:t>602 418 824</w:t>
            </w:r>
          </w:p>
        </w:tc>
      </w:tr>
    </w:tbl>
    <w:p w:rsidR="00ED29F1" w:rsidRPr="00F95FBD" w:rsidRDefault="00ED29F1" w:rsidP="00ED29F1">
      <w:pPr>
        <w:pStyle w:val="Textbezodsazen"/>
      </w:pPr>
    </w:p>
    <w:p w:rsidR="00ED29F1" w:rsidRDefault="00ED29F1" w:rsidP="00502690">
      <w:pPr>
        <w:pStyle w:val="Textbezodsazen"/>
        <w:rPr>
          <w:b/>
        </w:rPr>
      </w:pPr>
    </w:p>
    <w:p w:rsidR="006874A2" w:rsidRDefault="006874A2" w:rsidP="00502690">
      <w:pPr>
        <w:pStyle w:val="Textbezodsazen"/>
        <w:rPr>
          <w:b/>
        </w:rPr>
      </w:pPr>
    </w:p>
    <w:p w:rsidR="00ED29F1" w:rsidRDefault="00ED29F1" w:rsidP="00502690">
      <w:pPr>
        <w:pStyle w:val="Textbezodsazen"/>
        <w:rPr>
          <w:b/>
        </w:rPr>
      </w:pPr>
      <w:r>
        <w:rPr>
          <w:b/>
        </w:rPr>
        <w:lastRenderedPageBreak/>
        <w:t>Za Zhotovitele:</w:t>
      </w:r>
    </w:p>
    <w:p w:rsidR="006874A2" w:rsidRPr="006874A2" w:rsidRDefault="006874A2" w:rsidP="006874A2">
      <w:pPr>
        <w:spacing w:after="120"/>
        <w:jc w:val="both"/>
        <w:rPr>
          <w:b/>
        </w:rPr>
      </w:pPr>
    </w:p>
    <w:p w:rsidR="006874A2" w:rsidRPr="006874A2" w:rsidRDefault="006874A2" w:rsidP="006874A2">
      <w:pPr>
        <w:keepNext/>
        <w:keepLines/>
        <w:pBdr>
          <w:top w:val="single" w:sz="12" w:space="3" w:color="00A1E0" w:themeColor="accent3"/>
        </w:pBdr>
        <w:suppressAutoHyphens/>
        <w:spacing w:after="60"/>
        <w:rPr>
          <w:b/>
        </w:rPr>
      </w:pPr>
      <w:r w:rsidRPr="006874A2">
        <w:rPr>
          <w:b/>
        </w:rPr>
        <w:t xml:space="preserve">Ve věcech </w:t>
      </w:r>
      <w:r w:rsidRPr="006874A2">
        <w:rPr>
          <w:rFonts w:asciiTheme="majorHAnsi" w:hAnsiTheme="majorHAnsi"/>
          <w:b/>
        </w:rPr>
        <w:t>smluvních</w:t>
      </w:r>
      <w:r w:rsidRPr="006874A2">
        <w:rPr>
          <w:b/>
        </w:rPr>
        <w:t xml:space="preserve"> a obchodních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Ve věcech technických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Stavbyvedoucí</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rFonts w:asciiTheme="majorHAnsi" w:hAnsiTheme="majorHAnsi"/>
          <w:b/>
        </w:rPr>
      </w:pPr>
      <w:r w:rsidRPr="006874A2">
        <w:rPr>
          <w:rFonts w:asciiTheme="majorHAnsi" w:hAnsiTheme="majorHAnsi"/>
          <w:b/>
        </w:rPr>
        <w:t>Zástupce stavbyvedoucího</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b/>
                <w:sz w:val="18"/>
              </w:rPr>
            </w:pPr>
            <w:r w:rsidRPr="006874A2">
              <w:rPr>
                <w:b/>
                <w:sz w:val="18"/>
              </w:rPr>
              <w:t>Jméno a příjmení</w:t>
            </w:r>
          </w:p>
        </w:tc>
        <w:tc>
          <w:tcPr>
            <w:tcW w:w="5812" w:type="dxa"/>
          </w:tcPr>
          <w:p w:rsidR="006874A2" w:rsidRPr="006874A2" w:rsidRDefault="006874A2" w:rsidP="006874A2">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Adresa</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E-mail</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Default="006874A2" w:rsidP="00502690">
      <w:pPr>
        <w:pStyle w:val="Textbezodsazen"/>
        <w:rPr>
          <w:b/>
        </w:rPr>
      </w:pPr>
    </w:p>
    <w:p w:rsidR="006874A2" w:rsidRDefault="006874A2" w:rsidP="00165977">
      <w:pPr>
        <w:pStyle w:val="Tabulka"/>
        <w:sectPr w:rsidR="006874A2"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74A2">
              <w:rPr>
                <w:rFonts w:eastAsia="Times New Roman" w:cs="Calibri"/>
                <w:sz w:val="18"/>
                <w:lang w:eastAsia="cs-CZ"/>
              </w:rPr>
              <w:t>M</w:t>
            </w:r>
            <w:r w:rsidR="008E2CF3">
              <w:rPr>
                <w:rFonts w:eastAsia="Times New Roman" w:cs="Calibri"/>
                <w:sz w:val="18"/>
                <w:lang w:eastAsia="cs-CZ"/>
              </w:rPr>
              <w:t>inimálně 2</w:t>
            </w:r>
            <w:r w:rsidR="002C7A28" w:rsidRPr="006874A2">
              <w:rPr>
                <w:rFonts w:eastAsia="Times New Roman" w:cs="Calibri"/>
                <w:color w:val="000000"/>
                <w:sz w:val="18"/>
                <w:lang w:eastAsia="cs-CZ"/>
              </w:rPr>
              <w:t xml:space="preserve"> mil. Kč</w:t>
            </w:r>
            <w:r w:rsidR="008E2CF3">
              <w:rPr>
                <w:rFonts w:eastAsia="Times New Roman" w:cs="Calibri"/>
                <w:sz w:val="18"/>
                <w:lang w:eastAsia="cs-CZ"/>
              </w:rPr>
              <w:t xml:space="preserve"> na jednu pojistnou událost a 2</w:t>
            </w:r>
            <w:r w:rsidR="002C7A28" w:rsidRPr="006874A2">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6874A2" w:rsidRDefault="00F762A8" w:rsidP="006874A2">
      <w:pPr>
        <w:pStyle w:val="Textbezodsazen"/>
        <w:jc w:val="left"/>
        <w:rPr>
          <w:highlight w:val="yellow"/>
        </w:rPr>
        <w:sectPr w:rsidR="006874A2"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rsidR="006874A2" w:rsidRPr="006874A2" w:rsidRDefault="006874A2" w:rsidP="006874A2">
      <w:pPr>
        <w:tabs>
          <w:tab w:val="left" w:pos="2062"/>
        </w:tabs>
        <w:rPr>
          <w:b/>
          <w:sz w:val="22"/>
          <w:szCs w:val="22"/>
        </w:rPr>
      </w:pPr>
      <w:r w:rsidRPr="006874A2">
        <w:rPr>
          <w:b/>
          <w:sz w:val="22"/>
          <w:szCs w:val="22"/>
        </w:rPr>
        <w:lastRenderedPageBreak/>
        <w:t>PŘÍLOHA Č. 10</w:t>
      </w:r>
    </w:p>
    <w:p w:rsidR="006874A2" w:rsidRPr="006874A2" w:rsidRDefault="006874A2" w:rsidP="006874A2">
      <w:pPr>
        <w:spacing w:after="120"/>
        <w:rPr>
          <w:b/>
          <w:sz w:val="20"/>
          <w:szCs w:val="20"/>
        </w:rPr>
      </w:pPr>
      <w:r w:rsidRPr="006874A2">
        <w:rPr>
          <w:b/>
          <w:sz w:val="20"/>
          <w:szCs w:val="20"/>
        </w:rPr>
        <w:t>Nález podezřelého předmětu</w:t>
      </w:r>
    </w:p>
    <w:p w:rsidR="006874A2" w:rsidRPr="006874A2" w:rsidRDefault="006874A2" w:rsidP="006874A2">
      <w:pPr>
        <w:spacing w:after="120"/>
        <w:jc w:val="both"/>
      </w:pPr>
      <w:r w:rsidRPr="006874A2">
        <w:rPr>
          <w:highlight w:val="yellow"/>
        </w:rPr>
        <w:t>[VLOŽÍ ZHOTOVITEL]</w:t>
      </w:r>
    </w:p>
    <w:p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78" w:rsidRDefault="00C97378" w:rsidP="00962258">
      <w:pPr>
        <w:spacing w:after="0" w:line="240" w:lineRule="auto"/>
      </w:pPr>
      <w:r>
        <w:separator/>
      </w:r>
    </w:p>
  </w:endnote>
  <w:endnote w:type="continuationSeparator" w:id="0">
    <w:p w:rsidR="00C97378" w:rsidRDefault="00C973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E7415D" w:rsidRDefault="00C97378" w:rsidP="00F422D3">
          <w:pPr>
            <w:pStyle w:val="Zpat0"/>
            <w:rPr>
              <w:b/>
            </w:rPr>
          </w:pPr>
          <w:r w:rsidRPr="00E7415D">
            <w:rPr>
              <w:b/>
            </w:rPr>
            <w:t>SMLOUVA O DÍLO</w:t>
          </w:r>
        </w:p>
        <w:p w:rsidR="00C97378" w:rsidRDefault="00C97378" w:rsidP="00F422D3">
          <w:pPr>
            <w:pStyle w:val="Zpat0"/>
          </w:pPr>
          <w:r>
            <w:t>Zhotovení stavby</w:t>
          </w:r>
        </w:p>
      </w:tc>
    </w:tr>
  </w:tbl>
  <w:p w:rsidR="00C97378" w:rsidRPr="00B8518B" w:rsidRDefault="00C973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8</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9</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74A2" w:rsidTr="00EB46E5">
      <w:tc>
        <w:tcPr>
          <w:tcW w:w="1361" w:type="dxa"/>
          <w:tcMar>
            <w:left w:w="0" w:type="dxa"/>
            <w:right w:w="0" w:type="dxa"/>
          </w:tcMar>
          <w:vAlign w:val="bottom"/>
        </w:tcPr>
        <w:p w:rsidR="006874A2" w:rsidRPr="00B8518B" w:rsidRDefault="006874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874A2" w:rsidRDefault="006874A2" w:rsidP="00B8518B">
          <w:pPr>
            <w:pStyle w:val="Zpat"/>
          </w:pPr>
        </w:p>
      </w:tc>
      <w:tc>
        <w:tcPr>
          <w:tcW w:w="425" w:type="dxa"/>
          <w:shd w:val="clear" w:color="auto" w:fill="auto"/>
          <w:tcMar>
            <w:left w:w="0" w:type="dxa"/>
            <w:right w:w="0" w:type="dxa"/>
          </w:tcMar>
        </w:tcPr>
        <w:p w:rsidR="006874A2" w:rsidRDefault="006874A2" w:rsidP="00B8518B">
          <w:pPr>
            <w:pStyle w:val="Zpat"/>
          </w:pPr>
        </w:p>
      </w:tc>
      <w:tc>
        <w:tcPr>
          <w:tcW w:w="8505" w:type="dxa"/>
        </w:tcPr>
        <w:p w:rsidR="006874A2" w:rsidRPr="00143EC0" w:rsidRDefault="006874A2" w:rsidP="00F422D3">
          <w:pPr>
            <w:pStyle w:val="Zpat0"/>
            <w:rPr>
              <w:b/>
            </w:rPr>
          </w:pPr>
          <w:r>
            <w:rPr>
              <w:b/>
            </w:rPr>
            <w:t>PŘÍLOHA č. 10</w:t>
          </w:r>
        </w:p>
        <w:p w:rsidR="006874A2" w:rsidRDefault="006874A2" w:rsidP="00F95FBD">
          <w:pPr>
            <w:pStyle w:val="Zpat0"/>
          </w:pPr>
          <w:r>
            <w:t>SMLOUVA O DÍLO - Zhotovení stavby</w:t>
          </w:r>
        </w:p>
      </w:tc>
    </w:tr>
  </w:tbl>
  <w:p w:rsidR="006874A2" w:rsidRPr="00B8518B" w:rsidRDefault="006874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378" w:rsidRPr="00B8518B" w:rsidRDefault="00C97378" w:rsidP="00460660">
    <w:pPr>
      <w:pStyle w:val="Zpat"/>
      <w:rPr>
        <w:sz w:val="2"/>
        <w:szCs w:val="2"/>
      </w:rPr>
    </w:pPr>
  </w:p>
  <w:p w:rsidR="00C97378" w:rsidRPr="00460660" w:rsidRDefault="00C973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sidRPr="00143EC0">
            <w:rPr>
              <w:b/>
            </w:rPr>
            <w:t>PŘÍLOHA č. 1</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2</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3</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4</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5</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6</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393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3393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7</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78" w:rsidRDefault="00C97378" w:rsidP="00962258">
      <w:pPr>
        <w:spacing w:after="0" w:line="240" w:lineRule="auto"/>
      </w:pPr>
      <w:r>
        <w:separator/>
      </w:r>
    </w:p>
  </w:footnote>
  <w:footnote w:type="continuationSeparator" w:id="0">
    <w:p w:rsidR="00C97378" w:rsidRDefault="00C973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bl>
  <w:p w:rsidR="00C97378" w:rsidRPr="00D6163D" w:rsidRDefault="00C97378"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97378" w:rsidRPr="00460660" w:rsidRDefault="00C973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4FC5"/>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74A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33882"/>
    <w:rsid w:val="00846789"/>
    <w:rsid w:val="00866994"/>
    <w:rsid w:val="00884F59"/>
    <w:rsid w:val="008A3568"/>
    <w:rsid w:val="008C50F3"/>
    <w:rsid w:val="008C7EFE"/>
    <w:rsid w:val="008D03B9"/>
    <w:rsid w:val="008D30C7"/>
    <w:rsid w:val="008E2CF3"/>
    <w:rsid w:val="008E3C99"/>
    <w:rsid w:val="008F18D6"/>
    <w:rsid w:val="008F2C9B"/>
    <w:rsid w:val="008F797B"/>
    <w:rsid w:val="00904780"/>
    <w:rsid w:val="0090635B"/>
    <w:rsid w:val="00922385"/>
    <w:rsid w:val="009223DF"/>
    <w:rsid w:val="00933931"/>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4441"/>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82254"/>
    <w:rsid w:val="00C95162"/>
    <w:rsid w:val="00C97378"/>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B134A"/>
    <w:rsid w:val="00DD46F3"/>
    <w:rsid w:val="00DE39C9"/>
    <w:rsid w:val="00DE56F2"/>
    <w:rsid w:val="00DF116D"/>
    <w:rsid w:val="00E1357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CAE26A"/>
  <w14:defaultImageDpi w14:val="32767"/>
  <w15:docId w15:val="{6AC2BE95-14A1-4ACB-AED2-5EF091BE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6874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27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pravazelezni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D66731-D35A-4A4A-BF01-763BA526B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389</TotalTime>
  <Pages>20</Pages>
  <Words>4158</Words>
  <Characters>24535</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26</cp:revision>
  <cp:lastPrinted>2019-09-27T11:09:00Z</cp:lastPrinted>
  <dcterms:created xsi:type="dcterms:W3CDTF">2019-03-19T08:45:00Z</dcterms:created>
  <dcterms:modified xsi:type="dcterms:W3CDTF">2020-11-03T06:29:00Z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